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0714B6EC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bookmarkStart w:id="0" w:name="Number"/>
      <w:r w:rsidRPr="00B0535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B0535A">
        <w:rPr>
          <w:rStyle w:val="Strong"/>
          <w:rFonts w:asciiTheme="minorHAnsi" w:hAnsiTheme="minorHAnsi" w:cstheme="minorHAnsi"/>
          <w:lang w:val="en-GB"/>
        </w:rPr>
        <w:t>P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2F655B">
        <w:rPr>
          <w:rStyle w:val="Strong"/>
          <w:rFonts w:asciiTheme="minorHAnsi" w:hAnsiTheme="minorHAnsi" w:cstheme="minorHAnsi"/>
          <w:lang w:val="en-GB"/>
        </w:rPr>
        <w:t>23-w001-2</w:t>
      </w:r>
      <w:r w:rsidR="00D445CD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1" w:name="_Toc419729571"/>
      <w:bookmarkStart w:id="2" w:name="_Toc11156577"/>
      <w:r w:rsidRPr="00B0535A">
        <w:lastRenderedPageBreak/>
        <w:t>Specification</w:t>
      </w:r>
      <w:bookmarkEnd w:id="1"/>
    </w:p>
    <w:p w14:paraId="3E6BBCE8" w14:textId="19C084FE" w:rsidR="00C44890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B0535A">
        <w:rPr>
          <w:lang w:val="en-GB"/>
        </w:rPr>
        <w:t>Background</w:t>
      </w:r>
      <w:bookmarkEnd w:id="3"/>
      <w:bookmarkEnd w:id="4"/>
    </w:p>
    <w:p w14:paraId="77F90732" w14:textId="07DA92D4" w:rsidR="00DE4FC3" w:rsidRDefault="00DE4FC3" w:rsidP="005601C3">
      <w:pPr>
        <w:rPr>
          <w:lang w:val="en-GB"/>
        </w:rPr>
      </w:pPr>
      <w:r>
        <w:rPr>
          <w:lang w:val="en-GB"/>
        </w:rPr>
        <w:t xml:space="preserve">Mereta dormitory for girls at EBS compound was </w:t>
      </w:r>
      <w:r w:rsidR="008A7B5F">
        <w:rPr>
          <w:lang w:val="en-GB"/>
        </w:rPr>
        <w:t xml:space="preserve">uninhabitable </w:t>
      </w:r>
      <w:r>
        <w:rPr>
          <w:lang w:val="en-GB"/>
        </w:rPr>
        <w:t xml:space="preserve">for many years due to the fact that it was no longer safe in its </w:t>
      </w:r>
      <w:r w:rsidR="008A7B5F">
        <w:rPr>
          <w:lang w:val="en-GB"/>
        </w:rPr>
        <w:t>roofing</w:t>
      </w:r>
      <w:r>
        <w:rPr>
          <w:lang w:val="en-GB"/>
        </w:rPr>
        <w:t xml:space="preserve"> and electrical system. Many of its roofing sheets rusted and corroded effectively due to its location, adjacent to ocean side.</w:t>
      </w:r>
      <w:r w:rsidR="00EF10F6">
        <w:rPr>
          <w:lang w:val="en-GB"/>
        </w:rPr>
        <w:t xml:space="preserve"> Also security wire for windows, some roofing frames, ceiling joists purlins were deteriorated.</w:t>
      </w:r>
    </w:p>
    <w:p w14:paraId="7F2A83F3" w14:textId="716E1536" w:rsidR="00DE4FC3" w:rsidRDefault="00DE4FC3" w:rsidP="005601C3">
      <w:pPr>
        <w:rPr>
          <w:lang w:val="en-GB"/>
        </w:rPr>
      </w:pPr>
      <w:r>
        <w:rPr>
          <w:lang w:val="en-GB"/>
        </w:rPr>
        <w:t xml:space="preserve">For many years, girls from Mereta dorm were staying at other dormitory since theirs was no longer safe. This makes other dorms </w:t>
      </w:r>
      <w:r w:rsidR="008A7B5F">
        <w:rPr>
          <w:lang w:val="en-GB"/>
        </w:rPr>
        <w:t>over-</w:t>
      </w:r>
      <w:r>
        <w:rPr>
          <w:lang w:val="en-GB"/>
        </w:rPr>
        <w:t xml:space="preserve">crowded and were uncomfortable </w:t>
      </w:r>
      <w:r w:rsidR="00EF10F6">
        <w:rPr>
          <w:lang w:val="en-GB"/>
        </w:rPr>
        <w:t xml:space="preserve">for many girls to stay together in a small </w:t>
      </w:r>
      <w:r w:rsidR="008A7B5F">
        <w:rPr>
          <w:lang w:val="en-GB"/>
        </w:rPr>
        <w:t>space</w:t>
      </w:r>
      <w:r w:rsidR="00EF10F6">
        <w:rPr>
          <w:lang w:val="en-GB"/>
        </w:rPr>
        <w:t>.</w:t>
      </w:r>
    </w:p>
    <w:p w14:paraId="000280F4" w14:textId="0A56155A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B0535A">
        <w:rPr>
          <w:rFonts w:cs="Calibri"/>
          <w:lang w:val="en-GB"/>
        </w:rPr>
        <w:t>Requirements</w:t>
      </w:r>
    </w:p>
    <w:p w14:paraId="64D803BE" w14:textId="2FA665A7" w:rsidR="002F655B" w:rsidRDefault="002F655B" w:rsidP="002F655B">
      <w:pPr>
        <w:rPr>
          <w:lang w:val="en-GB"/>
        </w:rPr>
      </w:pPr>
      <w:bookmarkStart w:id="7" w:name="_Toc419729577"/>
      <w:r>
        <w:rPr>
          <w:lang w:val="en-GB"/>
        </w:rPr>
        <w:t>All supporting doc</w:t>
      </w:r>
      <w:r w:rsidR="00AC1C9A">
        <w:rPr>
          <w:lang w:val="en-GB"/>
        </w:rPr>
        <w:t xml:space="preserve">umentation must be in English. Contractors </w:t>
      </w:r>
      <w:r>
        <w:rPr>
          <w:lang w:val="en-GB"/>
        </w:rPr>
        <w:t>are required to submit the following supporting documents. Failure to provide will result in rejecting the tender</w:t>
      </w:r>
    </w:p>
    <w:p w14:paraId="4E147434" w14:textId="49372B84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Certified Business Registration from MTCIC</w:t>
      </w:r>
    </w:p>
    <w:p w14:paraId="01BAC31D" w14:textId="77777777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Valid business license from TUC or BTC</w:t>
      </w:r>
    </w:p>
    <w:p w14:paraId="74DBE94D" w14:textId="77777777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Tax clearance letter from Tax office</w:t>
      </w:r>
    </w:p>
    <w:p w14:paraId="339230E7" w14:textId="2146473D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signed f</w:t>
      </w:r>
      <w:r w:rsidR="00D6421F">
        <w:rPr>
          <w:sz w:val="24"/>
          <w:szCs w:val="24"/>
          <w:lang w:val="en-GB"/>
        </w:rPr>
        <w:t>orm of certificate for complianc</w:t>
      </w:r>
      <w:r>
        <w:rPr>
          <w:sz w:val="24"/>
          <w:szCs w:val="24"/>
          <w:lang w:val="en-GB"/>
        </w:rPr>
        <w:t>e form</w:t>
      </w:r>
    </w:p>
    <w:p w14:paraId="0A6AD720" w14:textId="77777777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complete technical proposal in response to the specifications required</w:t>
      </w:r>
    </w:p>
    <w:p w14:paraId="3FCBABDC" w14:textId="77777777" w:rsidR="002F655B" w:rsidRDefault="002F655B" w:rsidP="002F655B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complete financial proposal with a clear complete costing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52A864CB" w14:textId="11B13270" w:rsidR="002F655B" w:rsidRDefault="002F655B" w:rsidP="002F655B">
      <w:pPr>
        <w:rPr>
          <w:lang w:val="en-GB"/>
        </w:rPr>
      </w:pPr>
      <w:bookmarkStart w:id="8" w:name="_Toc419729578"/>
      <w:r>
        <w:rPr>
          <w:lang w:val="en-GB"/>
        </w:rPr>
        <w:t xml:space="preserve">Services required include the trades in carpentry, plumbing, electrical and painting from qualified personnel. </w:t>
      </w:r>
    </w:p>
    <w:p w14:paraId="03C5A131" w14:textId="073CC48E" w:rsidR="002F655B" w:rsidRDefault="00272E3F" w:rsidP="009670B2">
      <w:pPr>
        <w:pStyle w:val="Heading3"/>
        <w:rPr>
          <w:lang w:val="en-GB"/>
        </w:rPr>
      </w:pPr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</w:t>
      </w:r>
      <w:bookmarkEnd w:id="5"/>
      <w:bookmarkEnd w:id="6"/>
    </w:p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2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678EB6DE" w:rsidR="00C44890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90A6073" w14:textId="4E231B01" w:rsidR="002F655B" w:rsidRDefault="002F655B" w:rsidP="00C44890">
      <w:pPr>
        <w:rPr>
          <w:i/>
          <w:iCs/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037"/>
        <w:gridCol w:w="2410"/>
        <w:gridCol w:w="1843"/>
      </w:tblGrid>
      <w:tr w:rsidR="002F655B" w14:paraId="4C849866" w14:textId="77777777" w:rsidTr="002F65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63C714A" w14:textId="77777777" w:rsidR="002F655B" w:rsidRDefault="002F655B">
            <w:r>
              <w:t>Pos.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7D2F208" w14:textId="77777777" w:rsidR="002F655B" w:rsidRDefault="002F6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29C080D" w14:textId="77777777" w:rsidR="002F655B" w:rsidRDefault="002F6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Delivery Time (to be Tendered)</w:t>
            </w: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66EDD155" w14:textId="77777777" w:rsidR="002F655B" w:rsidRDefault="002F65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Price (to be Tendered)</w:t>
            </w:r>
          </w:p>
        </w:tc>
      </w:tr>
      <w:tr w:rsidR="002F655B" w14:paraId="52153407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5D757D3" w14:textId="77777777" w:rsidR="002F655B" w:rsidRDefault="002F655B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150FA2B" w14:textId="78F114D6" w:rsidR="002F655B" w:rsidRDefault="00685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Preliminaries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A9A0629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1EB11C3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55B" w14:paraId="3398353E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1279CBFF" w14:textId="77777777" w:rsidR="002F655B" w:rsidRDefault="002F655B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593B087" w14:textId="0D7BCC3B" w:rsidR="002F655B" w:rsidRDefault="00685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Demolition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DE82267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D7CB0D1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55B" w14:paraId="03C820CD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713F53FA" w14:textId="77777777" w:rsidR="002F655B" w:rsidRDefault="002F655B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5859076" w14:textId="6EE58ADF" w:rsidR="002F655B" w:rsidRDefault="00685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Carpentry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003D56A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E1EEF1D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55B" w14:paraId="518FEE01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14:paraId="2F9F164A" w14:textId="77777777" w:rsidR="002F655B" w:rsidRDefault="002F655B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526E91B" w14:textId="68B57F19" w:rsidR="002F655B" w:rsidRDefault="00685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Joinery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0C96A94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A0A8B55" w14:textId="77777777" w:rsidR="002F655B" w:rsidRDefault="002F6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5B5980DD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FB83586" w14:textId="77777777" w:rsidR="008A7B5F" w:rsidRDefault="008A7B5F"/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8EA0603" w14:textId="72F27A51" w:rsidR="008A7B5F" w:rsidRDefault="00685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Hardware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34F55AA3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3A2E5DF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01FB0D71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7B0960D" w14:textId="77777777" w:rsidR="008A7B5F" w:rsidRDefault="008A7B5F"/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C796948" w14:textId="68620D8E" w:rsidR="008A7B5F" w:rsidRPr="008A7B5F" w:rsidRDefault="00685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Roofing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8C8D309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B54DEFA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010DDC76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092A3A00" w14:textId="77777777" w:rsidR="008A7B5F" w:rsidRDefault="008A7B5F"/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33FFC780" w14:textId="1C1DEEC6" w:rsidR="008A7B5F" w:rsidRPr="008A7B5F" w:rsidRDefault="00685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Electrical services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695477F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57E4D6B6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738A9AD6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95DCAD3" w14:textId="77777777" w:rsidR="008A7B5F" w:rsidRDefault="008A7B5F"/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E3AF279" w14:textId="2B654955" w:rsidR="008A7B5F" w:rsidRPr="008A7B5F" w:rsidRDefault="00685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Specialist finishes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5674BC23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57625CAF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733C961A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0B39FE2" w14:textId="77777777" w:rsidR="008A7B5F" w:rsidRDefault="008A7B5F"/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6097373" w14:textId="260C3BCC" w:rsidR="008A7B5F" w:rsidRPr="008A7B5F" w:rsidRDefault="00685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Painting and Decoration</w:t>
            </w: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39ECE27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E57A408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7D248513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83930CA" w14:textId="77777777" w:rsidR="008A7B5F" w:rsidRDefault="008A7B5F"/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5116DBA" w14:textId="15C4A80D" w:rsidR="008A7B5F" w:rsidRP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8AB692F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12EF3081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7B5F" w14:paraId="0B9F7484" w14:textId="77777777" w:rsidTr="002F65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68F8A8B7" w14:textId="77777777" w:rsidR="008A7B5F" w:rsidRDefault="008A7B5F"/>
        </w:tc>
        <w:tc>
          <w:tcPr>
            <w:tcW w:w="4037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266D6C5E" w14:textId="77777777" w:rsidR="008A7B5F" w:rsidRP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4EE31D9A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14:paraId="79F37369" w14:textId="77777777" w:rsidR="008A7B5F" w:rsidRDefault="008A7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9AA8A10" w14:textId="77777777" w:rsidR="002F655B" w:rsidRDefault="002F655B" w:rsidP="002F655B"/>
    <w:p w14:paraId="3E7F384B" w14:textId="77777777" w:rsidR="002F655B" w:rsidRDefault="002F655B" w:rsidP="002F655B"/>
    <w:p w14:paraId="33CFDF8A" w14:textId="484DC8C8" w:rsidR="002F655B" w:rsidRPr="00002FA2" w:rsidRDefault="002F655B" w:rsidP="00C44890">
      <w:pPr>
        <w:rPr>
          <w:iCs/>
          <w:lang w:val="en-GB"/>
        </w:rPr>
      </w:pPr>
    </w:p>
    <w:p w14:paraId="67D3B075" w14:textId="31198016" w:rsidR="00C44890" w:rsidRDefault="00C44890" w:rsidP="00C44890">
      <w:pPr>
        <w:rPr>
          <w:lang w:val="en-GB"/>
        </w:rPr>
      </w:pPr>
    </w:p>
    <w:p w14:paraId="3A538995" w14:textId="15E76C02" w:rsidR="00B94711" w:rsidRDefault="00B94711" w:rsidP="00C44890">
      <w:pPr>
        <w:rPr>
          <w:lang w:val="en-GB"/>
        </w:rPr>
      </w:pPr>
    </w:p>
    <w:p w14:paraId="6A2735D5" w14:textId="11656A81" w:rsidR="00B94711" w:rsidRDefault="00B94711" w:rsidP="00C44890">
      <w:pPr>
        <w:rPr>
          <w:lang w:val="en-GB"/>
        </w:rPr>
      </w:pPr>
    </w:p>
    <w:p w14:paraId="39CD7053" w14:textId="0C48BCF8" w:rsidR="00B94711" w:rsidRPr="00B0535A" w:rsidRDefault="00B94711" w:rsidP="00C44890">
      <w:pPr>
        <w:rPr>
          <w:lang w:val="en-GB"/>
        </w:rPr>
      </w:pPr>
    </w:p>
    <w:sectPr w:rsidR="00B94711" w:rsidRPr="00B0535A" w:rsidSect="00D47CCE">
      <w:headerReference w:type="default" r:id="rId11"/>
      <w:footerReference w:type="default" r:id="rId12"/>
      <w:headerReference w:type="first" r:id="rId13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C0097" w14:textId="77777777" w:rsidR="0018312D" w:rsidRDefault="0018312D">
      <w:r>
        <w:separator/>
      </w:r>
    </w:p>
  </w:endnote>
  <w:endnote w:type="continuationSeparator" w:id="0">
    <w:p w14:paraId="3A93BA71" w14:textId="77777777" w:rsidR="0018312D" w:rsidRDefault="0018312D">
      <w:r>
        <w:continuationSeparator/>
      </w:r>
    </w:p>
  </w:endnote>
  <w:endnote w:type="continuationNotice" w:id="1">
    <w:p w14:paraId="325C2CE5" w14:textId="77777777" w:rsidR="0018312D" w:rsidRDefault="001831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1ADE8A00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8506E" w:rsidRPr="0068506E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8506E" w:rsidRPr="0068506E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4EDB756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445CD">
      <w:rPr>
        <w:noProof/>
      </w:rPr>
      <w:t>2024-05-24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850AC" w14:textId="77777777" w:rsidR="0018312D" w:rsidRDefault="0018312D">
      <w:r>
        <w:separator/>
      </w:r>
    </w:p>
  </w:footnote>
  <w:footnote w:type="continuationSeparator" w:id="0">
    <w:p w14:paraId="6A49AD1C" w14:textId="77777777" w:rsidR="0018312D" w:rsidRDefault="0018312D">
      <w:r>
        <w:continuationSeparator/>
      </w:r>
    </w:p>
  </w:footnote>
  <w:footnote w:type="continuationNotice" w:id="1">
    <w:p w14:paraId="675B6A6F" w14:textId="77777777" w:rsidR="0018312D" w:rsidRDefault="001831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7777777" w:rsidR="001A0764" w:rsidRPr="00D47CCE" w:rsidRDefault="001A0764" w:rsidP="00D47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93388"/>
    <w:multiLevelType w:val="hybridMultilevel"/>
    <w:tmpl w:val="037626C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158384">
    <w:abstractNumId w:val="2"/>
  </w:num>
  <w:num w:numId="2" w16cid:durableId="488860582">
    <w:abstractNumId w:val="14"/>
  </w:num>
  <w:num w:numId="3" w16cid:durableId="1184439012">
    <w:abstractNumId w:val="15"/>
  </w:num>
  <w:num w:numId="4" w16cid:durableId="753472018">
    <w:abstractNumId w:val="6"/>
  </w:num>
  <w:num w:numId="5" w16cid:durableId="734477888">
    <w:abstractNumId w:val="5"/>
  </w:num>
  <w:num w:numId="6" w16cid:durableId="135802636">
    <w:abstractNumId w:val="10"/>
  </w:num>
  <w:num w:numId="7" w16cid:durableId="1537082925">
    <w:abstractNumId w:val="7"/>
  </w:num>
  <w:num w:numId="8" w16cid:durableId="885141705">
    <w:abstractNumId w:val="12"/>
  </w:num>
  <w:num w:numId="9" w16cid:durableId="1216624818">
    <w:abstractNumId w:val="1"/>
  </w:num>
  <w:num w:numId="10" w16cid:durableId="1992713458">
    <w:abstractNumId w:val="11"/>
  </w:num>
  <w:num w:numId="11" w16cid:durableId="1257783814">
    <w:abstractNumId w:val="3"/>
  </w:num>
  <w:num w:numId="12" w16cid:durableId="2059276169">
    <w:abstractNumId w:val="9"/>
  </w:num>
  <w:num w:numId="13" w16cid:durableId="766123891">
    <w:abstractNumId w:val="13"/>
  </w:num>
  <w:num w:numId="14" w16cid:durableId="1843351524">
    <w:abstractNumId w:val="4"/>
  </w:num>
  <w:num w:numId="15" w16cid:durableId="875505395">
    <w:abstractNumId w:val="8"/>
  </w:num>
  <w:num w:numId="16" w16cid:durableId="1588071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2FA2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312D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1475"/>
    <w:rsid w:val="001B2828"/>
    <w:rsid w:val="001B28AC"/>
    <w:rsid w:val="001B54D2"/>
    <w:rsid w:val="001B5F8A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5BF3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42DF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55B"/>
    <w:rsid w:val="002F7444"/>
    <w:rsid w:val="00300E28"/>
    <w:rsid w:val="003019A6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21E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1C3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06E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010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CB1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936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268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A7B5F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0AD5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70B2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91C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C9A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4711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6840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5CD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21F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2F15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4D3"/>
    <w:rsid w:val="00DD5C39"/>
    <w:rsid w:val="00DD5C4C"/>
    <w:rsid w:val="00DD62BA"/>
    <w:rsid w:val="00DE395D"/>
    <w:rsid w:val="00DE4B7D"/>
    <w:rsid w:val="00DE4FC3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6E5C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09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0BCA"/>
    <w:rsid w:val="00ED10DE"/>
    <w:rsid w:val="00ED1288"/>
    <w:rsid w:val="00ED463D"/>
    <w:rsid w:val="00ED6A7D"/>
    <w:rsid w:val="00EE1027"/>
    <w:rsid w:val="00EE49F6"/>
    <w:rsid w:val="00EE5C29"/>
    <w:rsid w:val="00EF0B59"/>
    <w:rsid w:val="00EF10F6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74F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2EF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0386C3-D285-41D8-813F-9F2E1F9D3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1720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12</cp:revision>
  <cp:lastPrinted>2023-03-14T02:56:00Z</cp:lastPrinted>
  <dcterms:created xsi:type="dcterms:W3CDTF">2023-02-09T03:28:00Z</dcterms:created>
  <dcterms:modified xsi:type="dcterms:W3CDTF">2024-05-23T23:02:00Z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